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8D" w:rsidRPr="006F43C2" w:rsidRDefault="00F10F8D" w:rsidP="00723B8C">
      <w:pPr>
        <w:jc w:val="center"/>
      </w:pPr>
      <w:r w:rsidRPr="006101D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23.25pt;height:27pt;visibility:visible">
            <v:imagedata r:id="rId5" o:title=""/>
          </v:shape>
        </w:pict>
      </w:r>
    </w:p>
    <w:p w:rsidR="00F10F8D" w:rsidRPr="001D37B1" w:rsidRDefault="00F10F8D" w:rsidP="001D37B1">
      <w:pPr>
        <w:keepNext/>
        <w:spacing w:line="240" w:lineRule="atLeast"/>
        <w:jc w:val="center"/>
        <w:outlineLvl w:val="0"/>
        <w:rPr>
          <w:bCs/>
          <w:color w:val="000000"/>
          <w:kern w:val="32"/>
        </w:rPr>
      </w:pPr>
      <w:r w:rsidRPr="006F43C2">
        <w:rPr>
          <w:bCs/>
          <w:color w:val="000000"/>
          <w:kern w:val="32"/>
        </w:rPr>
        <w:t>ISTITUTO COMPRENSIVO 2 BELLUNO</w:t>
      </w:r>
      <w:r w:rsidRPr="006F43C2">
        <w:rPr>
          <w:color w:val="000000"/>
          <w:lang w:eastAsia="en-US"/>
        </w:rPr>
        <w:t xml:space="preserve"> </w:t>
      </w:r>
    </w:p>
    <w:p w:rsidR="00F10F8D" w:rsidRPr="006F43C2" w:rsidRDefault="00F10F8D" w:rsidP="00723B8C">
      <w:pPr>
        <w:spacing w:line="240" w:lineRule="atLeast"/>
        <w:jc w:val="center"/>
        <w:rPr>
          <w:color w:val="000000"/>
          <w:lang w:eastAsia="en-US"/>
        </w:rPr>
      </w:pPr>
      <w:r w:rsidRPr="006F43C2">
        <w:rPr>
          <w:color w:val="000000"/>
          <w:lang w:eastAsia="en-US"/>
        </w:rPr>
        <w:t>Via Mur di Cadola, 12 – 32100 BELLUNO Tel. O437/931814 – Fax 30162 – C.F. 93049270254</w:t>
      </w:r>
    </w:p>
    <w:p w:rsidR="00F10F8D" w:rsidRPr="006F43C2" w:rsidRDefault="00F10F8D" w:rsidP="00723B8C">
      <w:pPr>
        <w:spacing w:line="240" w:lineRule="atLeast"/>
        <w:jc w:val="center"/>
        <w:rPr>
          <w:lang w:eastAsia="en-US"/>
        </w:rPr>
      </w:pPr>
      <w:r w:rsidRPr="006F43C2">
        <w:rPr>
          <w:color w:val="000000"/>
          <w:lang w:eastAsia="en-US"/>
        </w:rPr>
        <w:t xml:space="preserve">Sito </w:t>
      </w:r>
      <w:hyperlink r:id="rId6" w:history="1">
        <w:r w:rsidRPr="006F43C2">
          <w:rPr>
            <w:color w:val="0000FF"/>
            <w:u w:val="single"/>
            <w:lang w:eastAsia="en-US"/>
          </w:rPr>
          <w:t>www.ic2belluno.it</w:t>
        </w:r>
      </w:hyperlink>
      <w:r w:rsidRPr="006F43C2">
        <w:rPr>
          <w:color w:val="000000"/>
          <w:lang w:eastAsia="en-US"/>
        </w:rPr>
        <w:t xml:space="preserve">   - e mail: </w:t>
      </w:r>
      <w:hyperlink r:id="rId7" w:history="1">
        <w:r w:rsidRPr="006F43C2">
          <w:rPr>
            <w:color w:val="000000"/>
            <w:u w:val="single"/>
            <w:lang w:eastAsia="en-US"/>
          </w:rPr>
          <w:t>blic831003@pec.istruzione.it</w:t>
        </w:r>
      </w:hyperlink>
      <w:r w:rsidRPr="006F43C2">
        <w:rPr>
          <w:color w:val="000000"/>
          <w:lang w:eastAsia="en-US"/>
        </w:rPr>
        <w:t xml:space="preserve">  – </w:t>
      </w:r>
      <w:hyperlink r:id="rId8" w:history="1">
        <w:r w:rsidRPr="006F43C2">
          <w:rPr>
            <w:color w:val="000000"/>
            <w:u w:val="single"/>
            <w:lang w:eastAsia="en-US"/>
          </w:rPr>
          <w:t>blic831003@istruzione.it</w:t>
        </w:r>
      </w:hyperlink>
      <w:r w:rsidRPr="006F43C2">
        <w:rPr>
          <w:color w:val="000000"/>
          <w:lang w:eastAsia="en-US"/>
        </w:rPr>
        <w:t xml:space="preserve"> </w:t>
      </w:r>
      <w:r w:rsidRPr="006F43C2">
        <w:rPr>
          <w:lang w:eastAsia="en-US"/>
        </w:rPr>
        <w:t xml:space="preserve"> </w:t>
      </w:r>
    </w:p>
    <w:p w:rsidR="00F10F8D" w:rsidRDefault="00F10F8D" w:rsidP="00723B8C">
      <w:pPr>
        <w:jc w:val="center"/>
      </w:pPr>
    </w:p>
    <w:p w:rsidR="00F10F8D" w:rsidRDefault="00F10F8D" w:rsidP="00723B8C">
      <w:pPr>
        <w:jc w:val="center"/>
      </w:pP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RELAZIONE FINALE </w:t>
      </w: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</w:p>
    <w:p w:rsidR="00F10F8D" w:rsidRDefault="00F10F8D" w:rsidP="00A2109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SECONDARIA</w:t>
      </w: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</w:p>
    <w:p w:rsidR="00F10F8D" w:rsidRDefault="00F10F8D" w:rsidP="00A54557">
      <w:pPr>
        <w:rPr>
          <w:rFonts w:ascii="Arial" w:hAnsi="Arial" w:cs="Arial"/>
          <w:sz w:val="28"/>
          <w:szCs w:val="28"/>
        </w:rPr>
      </w:pPr>
    </w:p>
    <w:p w:rsidR="00F10F8D" w:rsidRDefault="00F10F8D" w:rsidP="00A2109A">
      <w:pPr>
        <w:jc w:val="center"/>
        <w:rPr>
          <w:rFonts w:ascii="Arial" w:hAnsi="Arial" w:cs="Arial"/>
          <w:sz w:val="28"/>
          <w:szCs w:val="28"/>
        </w:rPr>
      </w:pPr>
    </w:p>
    <w:p w:rsidR="00F10F8D" w:rsidRDefault="00F10F8D" w:rsidP="00A2109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CLASSE ______</w:t>
      </w: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ANNO SCOLASTICO 20   /</w:t>
      </w:r>
    </w:p>
    <w:p w:rsidR="00F10F8D" w:rsidRDefault="00F10F8D" w:rsidP="00723B8C">
      <w:pPr>
        <w:jc w:val="center"/>
        <w:rPr>
          <w:rFonts w:ascii="Arial" w:hAnsi="Arial" w:cs="Arial"/>
          <w:sz w:val="28"/>
          <w:szCs w:val="28"/>
        </w:rPr>
      </w:pPr>
    </w:p>
    <w:p w:rsidR="00F10F8D" w:rsidRPr="005309A2" w:rsidRDefault="00F10F8D" w:rsidP="00723B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Docenti della classe con eventuali variazioni rispetto alla composizione iniziale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  <w:r w:rsidRPr="006101D6">
              <w:rPr>
                <w:rFonts w:ascii="Arial" w:hAnsi="Arial" w:cs="Arial"/>
                <w:b/>
              </w:rPr>
              <w:t>Disciplina</w:t>
            </w: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  <w:r w:rsidRPr="006101D6">
              <w:rPr>
                <w:rFonts w:ascii="Arial" w:hAnsi="Arial" w:cs="Arial"/>
                <w:b/>
              </w:rPr>
              <w:t>Docente</w:t>
            </w:r>
          </w:p>
        </w:tc>
      </w:tr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889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F10F8D" w:rsidRPr="005309A2" w:rsidRDefault="00F10F8D" w:rsidP="00723B8C">
      <w:pPr>
        <w:rPr>
          <w:rFonts w:ascii="Arial" w:hAnsi="Arial" w:cs="Arial"/>
          <w:b/>
        </w:rPr>
      </w:pPr>
    </w:p>
    <w:p w:rsidR="00F10F8D" w:rsidRPr="00852CFB" w:rsidRDefault="00F10F8D" w:rsidP="00077D55">
      <w:pPr>
        <w:pStyle w:val="Heading3"/>
        <w:rPr>
          <w:rFonts w:ascii="Times New Roman" w:hAnsi="Times New Roman"/>
        </w:rPr>
      </w:pPr>
    </w:p>
    <w:p w:rsidR="00F10F8D" w:rsidRPr="004F6D26" w:rsidRDefault="00F10F8D" w:rsidP="00EA2238">
      <w:pPr>
        <w:rPr>
          <w:rFonts w:ascii="Calibri" w:hAnsi="Calibri" w:cs="Arial"/>
          <w:b/>
        </w:rPr>
      </w:pPr>
      <w:r w:rsidRPr="004F6D26">
        <w:rPr>
          <w:rFonts w:ascii="Calibri" w:hAnsi="Calibri" w:cs="Arial"/>
          <w:b/>
        </w:rPr>
        <w:t xml:space="preserve">CARATTERISTICHE DELLA CLASSE AL TERMINE DELL’ANNO: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F10F8D" w:rsidRPr="004F6D26" w:rsidTr="006101D6">
        <w:tc>
          <w:tcPr>
            <w:tcW w:w="9778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</w:rPr>
            </w:pPr>
            <w:r w:rsidRPr="006101D6">
              <w:rPr>
                <w:rFonts w:ascii="Calibri" w:hAnsi="Calibri" w:cs="Arial"/>
              </w:rPr>
              <w:t>Variazioni nella composizione / Caratteristiche / Livello generale</w:t>
            </w: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b/>
              </w:rPr>
            </w:pPr>
          </w:p>
        </w:tc>
      </w:tr>
    </w:tbl>
    <w:p w:rsidR="00F10F8D" w:rsidRDefault="00F10F8D" w:rsidP="00EA2238">
      <w:pPr>
        <w:rPr>
          <w:rFonts w:ascii="Arial" w:hAnsi="Arial" w:cs="Arial"/>
          <w:b/>
        </w:rPr>
      </w:pPr>
    </w:p>
    <w:p w:rsidR="00F10F8D" w:rsidRDefault="00F10F8D" w:rsidP="00EA2238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4"/>
        <w:gridCol w:w="2444"/>
        <w:gridCol w:w="2445"/>
        <w:gridCol w:w="2445"/>
      </w:tblGrid>
      <w:tr w:rsidR="00F10F8D" w:rsidTr="006101D6">
        <w:tc>
          <w:tcPr>
            <w:tcW w:w="9778" w:type="dxa"/>
            <w:gridSpan w:val="4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b/>
                <w:sz w:val="28"/>
                <w:szCs w:val="28"/>
              </w:rPr>
              <w:t xml:space="preserve">Recupero - </w:t>
            </w:r>
            <w:r w:rsidRPr="006101D6">
              <w:rPr>
                <w:rFonts w:ascii="Calibri" w:hAnsi="Calibri"/>
                <w:b/>
                <w:bCs/>
                <w:sz w:val="28"/>
                <w:szCs w:val="28"/>
              </w:rPr>
              <w:t xml:space="preserve"> Attività</w:t>
            </w:r>
            <w:r w:rsidRPr="006101D6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6101D6">
              <w:rPr>
                <w:rFonts w:ascii="Calibri" w:hAnsi="Calibri"/>
                <w:b/>
                <w:sz w:val="28"/>
                <w:szCs w:val="28"/>
              </w:rPr>
              <w:t>svolte</w:t>
            </w:r>
          </w:p>
        </w:tc>
      </w:tr>
      <w:tr w:rsidR="00F10F8D" w:rsidTr="006101D6"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Disciplina</w:t>
            </w:r>
          </w:p>
        </w:tc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Docente</w:t>
            </w: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Alunni</w:t>
            </w: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Ore Totali</w:t>
            </w:r>
          </w:p>
        </w:tc>
      </w:tr>
      <w:tr w:rsidR="00F10F8D" w:rsidTr="006101D6"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F10F8D" w:rsidRDefault="00F10F8D" w:rsidP="0004725F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4"/>
        <w:gridCol w:w="2444"/>
        <w:gridCol w:w="2445"/>
        <w:gridCol w:w="2445"/>
      </w:tblGrid>
      <w:tr w:rsidR="00F10F8D" w:rsidRPr="00F221C0" w:rsidTr="006101D6">
        <w:tc>
          <w:tcPr>
            <w:tcW w:w="9778" w:type="dxa"/>
            <w:gridSpan w:val="4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b/>
                <w:sz w:val="28"/>
                <w:szCs w:val="28"/>
              </w:rPr>
              <w:t xml:space="preserve">Potenziamento - </w:t>
            </w:r>
            <w:r w:rsidRPr="006101D6">
              <w:rPr>
                <w:rFonts w:ascii="Calibri" w:hAnsi="Calibri"/>
                <w:b/>
                <w:bCs/>
                <w:sz w:val="28"/>
                <w:szCs w:val="28"/>
              </w:rPr>
              <w:t xml:space="preserve"> Attività</w:t>
            </w:r>
            <w:r w:rsidRPr="006101D6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6101D6">
              <w:rPr>
                <w:rFonts w:ascii="Calibri" w:hAnsi="Calibri"/>
                <w:b/>
                <w:sz w:val="28"/>
                <w:szCs w:val="28"/>
              </w:rPr>
              <w:t>svolte</w:t>
            </w:r>
          </w:p>
        </w:tc>
      </w:tr>
      <w:tr w:rsidR="00F10F8D" w:rsidRPr="00F221C0" w:rsidTr="006101D6"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Disciplina</w:t>
            </w:r>
          </w:p>
        </w:tc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Docente</w:t>
            </w: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Alunni</w:t>
            </w: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8"/>
                <w:szCs w:val="28"/>
              </w:rPr>
            </w:pPr>
            <w:r w:rsidRPr="006101D6">
              <w:rPr>
                <w:rFonts w:ascii="Calibri" w:hAnsi="Calibri"/>
                <w:sz w:val="28"/>
                <w:szCs w:val="28"/>
              </w:rPr>
              <w:t>Ore Totali</w:t>
            </w:r>
          </w:p>
        </w:tc>
      </w:tr>
      <w:tr w:rsidR="00F10F8D" w:rsidTr="006101D6"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6101D6"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4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:rsidR="00F10F8D" w:rsidRDefault="00F10F8D" w:rsidP="0004725F">
      <w:pPr>
        <w:rPr>
          <w:rFonts w:ascii="Arial" w:hAnsi="Arial" w:cs="Arial"/>
          <w:b/>
        </w:rPr>
      </w:pPr>
    </w:p>
    <w:p w:rsidR="00F10F8D" w:rsidRPr="0004725F" w:rsidRDefault="00F10F8D" w:rsidP="0004725F">
      <w:pPr>
        <w:jc w:val="both"/>
        <w:rPr>
          <w:rFonts w:ascii="Calibri" w:hAnsi="Calibri"/>
        </w:rPr>
      </w:pPr>
      <w:r w:rsidRPr="0004725F">
        <w:rPr>
          <w:rFonts w:ascii="Calibri" w:hAnsi="Calibri"/>
        </w:rPr>
        <w:t>A conclusione dell’ a. s., la classe, in riferimento ai traguardi , comp</w:t>
      </w:r>
      <w:r>
        <w:rPr>
          <w:rFonts w:ascii="Calibri" w:hAnsi="Calibri"/>
        </w:rPr>
        <w:t xml:space="preserve">etenze e obiettivi specifici di </w:t>
      </w:r>
      <w:r w:rsidRPr="0004725F">
        <w:rPr>
          <w:rFonts w:ascii="Calibri" w:hAnsi="Calibri"/>
        </w:rPr>
        <w:t>apprendimento  raggiunti, risulta costituita dalle seguenti fasce di livello:</w:t>
      </w:r>
    </w:p>
    <w:tbl>
      <w:tblPr>
        <w:tblW w:w="0" w:type="auto"/>
        <w:tblInd w:w="-5" w:type="dxa"/>
        <w:tblLayout w:type="fixed"/>
        <w:tblLook w:val="0000"/>
      </w:tblPr>
      <w:tblGrid>
        <w:gridCol w:w="1872"/>
        <w:gridCol w:w="4188"/>
        <w:gridCol w:w="3804"/>
      </w:tblGrid>
      <w:tr w:rsidR="00F10F8D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pPr>
              <w:jc w:val="center"/>
            </w:pPr>
            <w:r>
              <w:rPr>
                <w:rFonts w:ascii="Arial" w:hAnsi="Arial" w:cs="Arial"/>
              </w:rPr>
              <w:t>Fascia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pPr>
              <w:jc w:val="center"/>
            </w:pPr>
            <w:r>
              <w:rPr>
                <w:rFonts w:ascii="Arial" w:hAnsi="Arial" w:cs="Arial"/>
              </w:rPr>
              <w:t>Descrizione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F8D" w:rsidRDefault="00F10F8D" w:rsidP="00477414">
            <w:pPr>
              <w:jc w:val="center"/>
            </w:pPr>
            <w:r>
              <w:rPr>
                <w:rFonts w:ascii="Arial" w:hAnsi="Arial" w:cs="Arial"/>
              </w:rPr>
              <w:t>Nominativi</w:t>
            </w:r>
          </w:p>
        </w:tc>
      </w:tr>
      <w:tr w:rsidR="00F10F8D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  <w:sz w:val="16"/>
                <w:szCs w:val="16"/>
              </w:rPr>
              <w:t>Eccellente</w:t>
            </w:r>
            <w:r>
              <w:rPr>
                <w:rFonts w:ascii="Arial" w:hAnsi="Arial" w:cs="Arial"/>
                <w:sz w:val="16"/>
                <w:szCs w:val="16"/>
              </w:rPr>
              <w:t>: alunno in grado di operare in modo del tutto autonomo; lavora sia sul noto che sul nuovo; attiva efficacemente le diverse operazioni cognitive e ha a disposizione un repertorio ampio e complesso di conoscenze e abilità.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F8D" w:rsidRDefault="00F10F8D" w:rsidP="00477414">
            <w:pPr>
              <w:snapToGrid w:val="0"/>
            </w:pPr>
          </w:p>
        </w:tc>
      </w:tr>
      <w:tr w:rsidR="00F10F8D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  <w:sz w:val="16"/>
                <w:szCs w:val="16"/>
              </w:rPr>
              <w:t>Avanzato</w:t>
            </w:r>
            <w:r>
              <w:rPr>
                <w:rFonts w:ascii="Arial" w:hAnsi="Arial" w:cs="Arial"/>
                <w:sz w:val="16"/>
                <w:szCs w:val="16"/>
              </w:rPr>
              <w:t>: alunno autonomo, ha a disposizione un adeguato repertorio di conoscenze e abilità e sa attivare buona parte delle operazioni cognitive.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F8D" w:rsidRDefault="00F10F8D" w:rsidP="00477414">
            <w:pPr>
              <w:snapToGrid w:val="0"/>
            </w:pPr>
          </w:p>
        </w:tc>
      </w:tr>
      <w:tr w:rsidR="00F10F8D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  <w:sz w:val="16"/>
                <w:szCs w:val="16"/>
              </w:rPr>
              <w:t>Intermedio</w:t>
            </w:r>
            <w:r>
              <w:rPr>
                <w:rFonts w:ascii="Arial" w:hAnsi="Arial" w:cs="Arial"/>
                <w:sz w:val="16"/>
                <w:szCs w:val="16"/>
              </w:rPr>
              <w:t>: alunno che, per operare, deve talvolta essere orientato dall’insegnante; il materiale su cui lavora è per lo più noto; sa attivare diverse operazioni cognitive.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F8D" w:rsidRDefault="00F10F8D" w:rsidP="00477414">
            <w:pPr>
              <w:snapToGrid w:val="0"/>
            </w:pPr>
          </w:p>
        </w:tc>
      </w:tr>
      <w:tr w:rsidR="00F10F8D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 w:rsidRPr="001921A0">
              <w:rPr>
                <w:rFonts w:ascii="Arial" w:hAnsi="Arial" w:cs="Arial"/>
                <w:sz w:val="16"/>
                <w:szCs w:val="16"/>
              </w:rPr>
              <w:t>Elementare: alunno che, per operare, richiede interventi di sollecitazione e/o orientamento da parte dell’insegnante. Lavora per lo più su materiale noto e sa attivare semplici operazioni cognitive.</w:t>
            </w:r>
            <w:r w:rsidRPr="001921A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921A0">
              <w:rPr>
                <w:rFonts w:ascii="Arial" w:hAnsi="Arial" w:cs="Arial"/>
                <w:sz w:val="16"/>
                <w:szCs w:val="16"/>
              </w:rPr>
              <w:t>Apprende molto</w:t>
            </w:r>
            <w:r w:rsidRPr="009B45AE">
              <w:rPr>
                <w:rFonts w:ascii="Arial" w:hAnsi="Arial" w:cs="Arial"/>
                <w:sz w:val="16"/>
                <w:szCs w:val="16"/>
              </w:rPr>
              <w:t xml:space="preserve"> spesso in modo ripetitivo/mnemonico.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F8D" w:rsidRDefault="00F10F8D" w:rsidP="00477414">
            <w:pPr>
              <w:snapToGrid w:val="0"/>
            </w:pPr>
          </w:p>
        </w:tc>
      </w:tr>
      <w:tr w:rsidR="00F10F8D" w:rsidTr="00477414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b/>
              </w:rPr>
              <w:t xml:space="preserve">E 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F8D" w:rsidRDefault="00F10F8D" w:rsidP="00477414">
            <w:r>
              <w:rPr>
                <w:rFonts w:ascii="Arial" w:hAnsi="Arial" w:cs="Arial"/>
                <w:sz w:val="16"/>
                <w:szCs w:val="16"/>
              </w:rPr>
              <w:t xml:space="preserve"> Non adeguato, alunno che incontra difficoltà nel processo di apprendimento e deve essere costantemente sollecitato e guidato.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F8D" w:rsidRDefault="00F10F8D" w:rsidP="00477414">
            <w:pPr>
              <w:snapToGrid w:val="0"/>
            </w:pPr>
          </w:p>
        </w:tc>
      </w:tr>
    </w:tbl>
    <w:p w:rsidR="00F10F8D" w:rsidRDefault="00F10F8D"/>
    <w:p w:rsidR="00F10F8D" w:rsidRPr="0004725F" w:rsidRDefault="00F10F8D" w:rsidP="00EA2238">
      <w:pPr>
        <w:rPr>
          <w:rFonts w:ascii="Calibri" w:hAnsi="Calibri" w:cs="Arial"/>
          <w:b/>
        </w:rPr>
      </w:pPr>
      <w:r w:rsidRPr="0004725F">
        <w:rPr>
          <w:rFonts w:ascii="Calibri" w:hAnsi="Calibri" w:cs="Arial"/>
          <w:b/>
        </w:rPr>
        <w:t>ANALISI DEI CASI SPECIFICI</w:t>
      </w:r>
    </w:p>
    <w:p w:rsidR="00F10F8D" w:rsidRPr="00852CFB" w:rsidRDefault="00F10F8D" w:rsidP="00EA22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3"/>
        <w:gridCol w:w="3308"/>
        <w:gridCol w:w="3283"/>
      </w:tblGrid>
      <w:tr w:rsidR="00F10F8D" w:rsidRPr="00CB3BD3" w:rsidTr="00BE343C"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  <w:r w:rsidRPr="00CB3BD3">
              <w:rPr>
                <w:rFonts w:ascii="Arial" w:hAnsi="Arial" w:cs="Arial"/>
              </w:rPr>
              <w:t>Nome</w:t>
            </w: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  <w:r w:rsidRPr="00CB3BD3">
              <w:rPr>
                <w:rFonts w:ascii="Arial" w:hAnsi="Arial" w:cs="Arial"/>
              </w:rPr>
              <w:t xml:space="preserve">Tipo di bisogno speciale </w:t>
            </w:r>
            <w:r w:rsidRPr="00CB3BD3">
              <w:rPr>
                <w:rFonts w:ascii="Arial" w:hAnsi="Arial" w:cs="Arial"/>
                <w:sz w:val="18"/>
                <w:szCs w:val="18"/>
              </w:rPr>
              <w:t>(sinteticamente: DSA, disabilità, alunno straniero, ADHD,…)</w:t>
            </w: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Risultati raggiunti</w:t>
            </w:r>
          </w:p>
        </w:tc>
      </w:tr>
      <w:tr w:rsidR="00F10F8D" w:rsidRPr="00CB3BD3" w:rsidTr="00BE343C"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</w:tr>
      <w:tr w:rsidR="00F10F8D" w:rsidRPr="00CB3BD3" w:rsidTr="00BE343C"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</w:tr>
      <w:tr w:rsidR="00F10F8D" w:rsidRPr="00CB3BD3" w:rsidTr="00BE343C"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</w:tr>
      <w:tr w:rsidR="00F10F8D" w:rsidRPr="00CB3BD3" w:rsidTr="00BE343C"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</w:tr>
      <w:tr w:rsidR="00F10F8D" w:rsidRPr="00CB3BD3" w:rsidTr="00BE343C"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</w:tr>
      <w:tr w:rsidR="00F10F8D" w:rsidRPr="00CB3BD3" w:rsidTr="00BE343C"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</w:tcPr>
          <w:p w:rsidR="00F10F8D" w:rsidRPr="00CB3BD3" w:rsidRDefault="00F10F8D" w:rsidP="00BE343C">
            <w:pPr>
              <w:rPr>
                <w:rFonts w:ascii="Arial" w:hAnsi="Arial" w:cs="Arial"/>
              </w:rPr>
            </w:pPr>
          </w:p>
        </w:tc>
      </w:tr>
    </w:tbl>
    <w:p w:rsidR="00F10F8D" w:rsidRPr="0004725F" w:rsidRDefault="00F10F8D">
      <w:pPr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22"/>
        <w:gridCol w:w="2607"/>
        <w:gridCol w:w="3653"/>
        <w:gridCol w:w="32"/>
        <w:gridCol w:w="64"/>
      </w:tblGrid>
      <w:tr w:rsidR="00F10F8D" w:rsidTr="006101D6">
        <w:tc>
          <w:tcPr>
            <w:tcW w:w="9778" w:type="dxa"/>
            <w:gridSpan w:val="5"/>
          </w:tcPr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  <w:r w:rsidRPr="006101D6">
              <w:rPr>
                <w:rFonts w:ascii="Calibri" w:hAnsi="Calibri" w:cs="Arial"/>
                <w:b/>
              </w:rPr>
              <w:t>CONSIDERAZIONI FINALI RELATIVE ALLA PROGRAMMAZIONE E AL RAGGIUNGIMENTO DEGLI OBIETTIVI EDUCATIVI E FORMATIVI</w:t>
            </w: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  <w:p w:rsidR="00F10F8D" w:rsidRPr="006101D6" w:rsidRDefault="00F10F8D" w:rsidP="006101D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F10F8D" w:rsidTr="00F22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2"/>
          <w:wAfter w:w="32" w:type="dxa"/>
          <w:cantSplit/>
          <w:trHeight w:val="375"/>
        </w:trPr>
        <w:tc>
          <w:tcPr>
            <w:tcW w:w="9682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F10F8D" w:rsidRDefault="00F10F8D" w:rsidP="00F221C0">
            <w:pPr>
              <w:jc w:val="center"/>
            </w:pPr>
            <w:bookmarkStart w:id="0" w:name="_GoBack"/>
            <w:r>
              <w:rPr>
                <w:rFonts w:cs="Calibri"/>
                <w:b/>
              </w:rPr>
              <w:t xml:space="preserve">CONSUNTIVO PERCORSI INTERDISCIPLINARI  </w:t>
            </w:r>
          </w:p>
        </w:tc>
      </w:tr>
      <w:tr w:rsidR="00F10F8D" w:rsidTr="00F22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26" w:type="dxa"/>
          <w:cantSplit/>
          <w:trHeight w:val="375"/>
        </w:trPr>
        <w:tc>
          <w:tcPr>
            <w:tcW w:w="34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F10F8D" w:rsidRPr="00F221C0" w:rsidRDefault="00F10F8D" w:rsidP="005F6B5E">
            <w:pPr>
              <w:jc w:val="center"/>
            </w:pPr>
            <w:r w:rsidRPr="00F221C0">
              <w:rPr>
                <w:rFonts w:cs="Calibri"/>
                <w:bCs/>
              </w:rPr>
              <w:t>Titolo UDA</w:t>
            </w:r>
            <w:r>
              <w:rPr>
                <w:rFonts w:cs="Calibri"/>
                <w:bCs/>
              </w:rPr>
              <w:t>/Percorsi interdisciplinari</w:t>
            </w:r>
          </w:p>
        </w:tc>
        <w:tc>
          <w:tcPr>
            <w:tcW w:w="26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F10F8D" w:rsidRPr="00F221C0" w:rsidRDefault="00F10F8D" w:rsidP="005F6B5E">
            <w:pPr>
              <w:jc w:val="center"/>
            </w:pPr>
            <w:r w:rsidRPr="00F221C0">
              <w:rPr>
                <w:rFonts w:cs="Calibri"/>
                <w:bCs/>
              </w:rPr>
              <w:t xml:space="preserve">Date di svolgimento </w:t>
            </w:r>
          </w:p>
        </w:tc>
        <w:tc>
          <w:tcPr>
            <w:tcW w:w="36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Pr="008B5C09" w:rsidRDefault="00F10F8D" w:rsidP="005F6B5E">
            <w:pPr>
              <w:jc w:val="center"/>
            </w:pPr>
            <w:r w:rsidRPr="008B5C09">
              <w:t>Discipline coinvolte</w:t>
            </w:r>
          </w:p>
        </w:tc>
      </w:tr>
      <w:tr w:rsidR="00F10F8D" w:rsidTr="00F22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26" w:type="dxa"/>
          <w:cantSplit/>
          <w:trHeight w:val="375"/>
        </w:trPr>
        <w:tc>
          <w:tcPr>
            <w:tcW w:w="34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F10F8D" w:rsidRDefault="00F10F8D" w:rsidP="005F6B5E"/>
        </w:tc>
        <w:tc>
          <w:tcPr>
            <w:tcW w:w="26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F10F8D" w:rsidRDefault="00F10F8D" w:rsidP="005F6B5E">
            <w:pPr>
              <w:snapToGrid w:val="0"/>
            </w:pPr>
          </w:p>
        </w:tc>
        <w:tc>
          <w:tcPr>
            <w:tcW w:w="36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</w:pPr>
          </w:p>
        </w:tc>
      </w:tr>
      <w:tr w:rsidR="00F10F8D" w:rsidTr="00F22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26" w:type="dxa"/>
          <w:cantSplit/>
          <w:trHeight w:val="375"/>
        </w:trPr>
        <w:tc>
          <w:tcPr>
            <w:tcW w:w="34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F10F8D" w:rsidRDefault="00F10F8D" w:rsidP="005F6B5E"/>
        </w:tc>
        <w:tc>
          <w:tcPr>
            <w:tcW w:w="26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F10F8D" w:rsidRDefault="00F10F8D" w:rsidP="005F6B5E">
            <w:pPr>
              <w:snapToGrid w:val="0"/>
            </w:pPr>
          </w:p>
        </w:tc>
        <w:tc>
          <w:tcPr>
            <w:tcW w:w="36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</w:pPr>
          </w:p>
        </w:tc>
      </w:tr>
      <w:tr w:rsidR="00F10F8D" w:rsidTr="00F22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26" w:type="dxa"/>
          <w:cantSplit/>
          <w:trHeight w:val="375"/>
        </w:trPr>
        <w:tc>
          <w:tcPr>
            <w:tcW w:w="34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F10F8D" w:rsidRDefault="00F10F8D" w:rsidP="005F6B5E"/>
        </w:tc>
        <w:tc>
          <w:tcPr>
            <w:tcW w:w="26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F10F8D" w:rsidRDefault="00F10F8D" w:rsidP="005F6B5E">
            <w:pPr>
              <w:snapToGrid w:val="0"/>
            </w:pPr>
          </w:p>
        </w:tc>
        <w:tc>
          <w:tcPr>
            <w:tcW w:w="36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</w:pPr>
          </w:p>
        </w:tc>
      </w:tr>
      <w:tr w:rsidR="00F10F8D" w:rsidTr="00F22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26" w:type="dxa"/>
          <w:cantSplit/>
          <w:trHeight w:val="375"/>
        </w:trPr>
        <w:tc>
          <w:tcPr>
            <w:tcW w:w="34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F10F8D" w:rsidRDefault="00F10F8D" w:rsidP="005F6B5E"/>
        </w:tc>
        <w:tc>
          <w:tcPr>
            <w:tcW w:w="26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F10F8D" w:rsidRDefault="00F10F8D" w:rsidP="005F6B5E">
            <w:pPr>
              <w:snapToGrid w:val="0"/>
            </w:pPr>
          </w:p>
        </w:tc>
        <w:tc>
          <w:tcPr>
            <w:tcW w:w="36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</w:pPr>
          </w:p>
        </w:tc>
      </w:tr>
      <w:tr w:rsidR="00F10F8D" w:rsidTr="00F22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After w:val="1"/>
          <w:wAfter w:w="26" w:type="dxa"/>
          <w:cantSplit/>
          <w:trHeight w:val="375"/>
        </w:trPr>
        <w:tc>
          <w:tcPr>
            <w:tcW w:w="34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F10F8D" w:rsidRDefault="00F10F8D" w:rsidP="005F6B5E"/>
        </w:tc>
        <w:tc>
          <w:tcPr>
            <w:tcW w:w="26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F10F8D" w:rsidRDefault="00F10F8D" w:rsidP="005F6B5E">
            <w:pPr>
              <w:snapToGrid w:val="0"/>
            </w:pPr>
          </w:p>
        </w:tc>
        <w:tc>
          <w:tcPr>
            <w:tcW w:w="368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5F6B5E">
            <w:pPr>
              <w:snapToGrid w:val="0"/>
            </w:pPr>
          </w:p>
        </w:tc>
      </w:tr>
    </w:tbl>
    <w:p w:rsidR="00F10F8D" w:rsidRDefault="00F10F8D" w:rsidP="004F6D2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  <w:b/>
        </w:rPr>
      </w:pPr>
    </w:p>
    <w:p w:rsidR="00F10F8D" w:rsidRDefault="00F10F8D" w:rsidP="004F6D2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  <w:b/>
        </w:rPr>
      </w:pPr>
    </w:p>
    <w:p w:rsidR="00F10F8D" w:rsidRDefault="00F10F8D" w:rsidP="004F6D2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  <w:b/>
        </w:rPr>
      </w:pPr>
    </w:p>
    <w:p w:rsidR="00F10F8D" w:rsidRDefault="00F10F8D" w:rsidP="004F6D2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  <w:b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82"/>
        <w:gridCol w:w="32"/>
      </w:tblGrid>
      <w:tr w:rsidR="00F10F8D" w:rsidTr="00C815BE">
        <w:trPr>
          <w:gridAfter w:val="1"/>
          <w:wAfter w:w="32" w:type="dxa"/>
          <w:cantSplit/>
          <w:trHeight w:val="375"/>
        </w:trPr>
        <w:tc>
          <w:tcPr>
            <w:tcW w:w="96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F10F8D" w:rsidRDefault="00F10F8D" w:rsidP="00C815BE">
            <w:pPr>
              <w:jc w:val="center"/>
            </w:pPr>
            <w:r>
              <w:rPr>
                <w:rFonts w:cs="Calibri"/>
                <w:b/>
              </w:rPr>
              <w:t xml:space="preserve">                    ELENCO  ATTIVITA’ AMPLIAMENTO OFFERTA FORMATIVA E USCITE DIDATTICHE</w:t>
            </w:r>
          </w:p>
        </w:tc>
      </w:tr>
      <w:tr w:rsidR="00F10F8D" w:rsidTr="00DD1587">
        <w:trPr>
          <w:cantSplit/>
          <w:trHeight w:val="375"/>
        </w:trPr>
        <w:tc>
          <w:tcPr>
            <w:tcW w:w="971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Pr="00F221C0" w:rsidRDefault="00F10F8D" w:rsidP="00C815BE">
            <w:pPr>
              <w:jc w:val="center"/>
              <w:rPr>
                <w:color w:val="FF0000"/>
              </w:rPr>
            </w:pPr>
          </w:p>
        </w:tc>
      </w:tr>
      <w:tr w:rsidR="00F10F8D" w:rsidTr="00AB5611">
        <w:trPr>
          <w:cantSplit/>
          <w:trHeight w:val="375"/>
        </w:trPr>
        <w:tc>
          <w:tcPr>
            <w:tcW w:w="971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C815BE">
            <w:pPr>
              <w:snapToGrid w:val="0"/>
              <w:rPr>
                <w:rFonts w:cs="Calibri"/>
                <w:b/>
                <w:bCs/>
                <w:sz w:val="20"/>
                <w:szCs w:val="20"/>
              </w:rPr>
            </w:pPr>
          </w:p>
          <w:p w:rsidR="00F10F8D" w:rsidRDefault="00F10F8D" w:rsidP="00C815BE">
            <w:pPr>
              <w:snapToGrid w:val="0"/>
            </w:pPr>
          </w:p>
        </w:tc>
      </w:tr>
      <w:tr w:rsidR="00F10F8D" w:rsidTr="00E24A18">
        <w:trPr>
          <w:cantSplit/>
          <w:trHeight w:val="375"/>
        </w:trPr>
        <w:tc>
          <w:tcPr>
            <w:tcW w:w="971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C815BE">
            <w:pPr>
              <w:snapToGrid w:val="0"/>
            </w:pPr>
          </w:p>
        </w:tc>
      </w:tr>
      <w:tr w:rsidR="00F10F8D" w:rsidTr="003B1148">
        <w:trPr>
          <w:cantSplit/>
          <w:trHeight w:val="375"/>
        </w:trPr>
        <w:tc>
          <w:tcPr>
            <w:tcW w:w="971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C815BE">
            <w:pPr>
              <w:snapToGrid w:val="0"/>
            </w:pPr>
          </w:p>
        </w:tc>
      </w:tr>
      <w:tr w:rsidR="00F10F8D" w:rsidTr="00CD5562">
        <w:trPr>
          <w:cantSplit/>
          <w:trHeight w:val="375"/>
        </w:trPr>
        <w:tc>
          <w:tcPr>
            <w:tcW w:w="971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C815BE">
            <w:pPr>
              <w:snapToGrid w:val="0"/>
            </w:pPr>
          </w:p>
        </w:tc>
      </w:tr>
      <w:tr w:rsidR="00F10F8D" w:rsidTr="000765D0">
        <w:trPr>
          <w:cantSplit/>
          <w:trHeight w:val="375"/>
        </w:trPr>
        <w:tc>
          <w:tcPr>
            <w:tcW w:w="971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F10F8D" w:rsidRDefault="00F10F8D" w:rsidP="00C815BE">
            <w:pPr>
              <w:snapToGrid w:val="0"/>
            </w:pPr>
          </w:p>
        </w:tc>
      </w:tr>
    </w:tbl>
    <w:p w:rsidR="00F10F8D" w:rsidRDefault="00F10F8D" w:rsidP="004F6D2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  <w:b/>
        </w:rPr>
      </w:pPr>
    </w:p>
    <w:p w:rsidR="00F10F8D" w:rsidRPr="004F6D26" w:rsidRDefault="00F10F8D" w:rsidP="004F6D2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</w:rPr>
      </w:pPr>
    </w:p>
    <w:p w:rsidR="00F10F8D" w:rsidRPr="004F6D26" w:rsidRDefault="00F10F8D" w:rsidP="004F6D26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Arial"/>
        </w:rPr>
      </w:pPr>
    </w:p>
    <w:bookmarkEnd w:id="0"/>
    <w:p w:rsidR="00F10F8D" w:rsidRDefault="00F10F8D" w:rsidP="00EA2238">
      <w:pPr>
        <w:ind w:left="4956" w:firstLine="708"/>
        <w:rPr>
          <w:rFonts w:ascii="Arial" w:hAnsi="Arial" w:cs="Arial"/>
        </w:rPr>
      </w:pPr>
    </w:p>
    <w:p w:rsidR="00F10F8D" w:rsidRDefault="00F10F8D" w:rsidP="00EA2238">
      <w:pPr>
        <w:ind w:left="4956" w:firstLine="708"/>
        <w:rPr>
          <w:rFonts w:ascii="Arial" w:hAnsi="Arial" w:cs="Arial"/>
        </w:rPr>
      </w:pPr>
    </w:p>
    <w:p w:rsidR="00F10F8D" w:rsidRDefault="00F10F8D" w:rsidP="000633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Belluno,___________________</w:t>
      </w:r>
    </w:p>
    <w:p w:rsidR="00F10F8D" w:rsidRDefault="00F10F8D" w:rsidP="00EA2238">
      <w:pPr>
        <w:ind w:left="4956" w:firstLine="708"/>
        <w:rPr>
          <w:rFonts w:ascii="Arial" w:hAnsi="Arial" w:cs="Arial"/>
        </w:rPr>
      </w:pPr>
    </w:p>
    <w:p w:rsidR="00F10F8D" w:rsidRDefault="00F10F8D" w:rsidP="00EA2238">
      <w:pPr>
        <w:ind w:left="4956" w:firstLine="708"/>
        <w:rPr>
          <w:rFonts w:ascii="Arial" w:hAnsi="Arial" w:cs="Arial"/>
        </w:rPr>
      </w:pPr>
    </w:p>
    <w:p w:rsidR="00F10F8D" w:rsidRDefault="00F10F8D" w:rsidP="00EA2238">
      <w:pPr>
        <w:ind w:left="4956" w:firstLine="708"/>
        <w:rPr>
          <w:rFonts w:ascii="Arial" w:hAnsi="Arial" w:cs="Arial"/>
        </w:rPr>
      </w:pPr>
    </w:p>
    <w:p w:rsidR="00F10F8D" w:rsidRDefault="00F10F8D" w:rsidP="00EA2238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Firme degli insegnanti della classe</w:t>
      </w:r>
    </w:p>
    <w:p w:rsidR="00F10F8D" w:rsidRDefault="00F10F8D" w:rsidP="00EA2238">
      <w:pPr>
        <w:ind w:left="4956" w:firstLine="708"/>
        <w:rPr>
          <w:rFonts w:ascii="Arial" w:hAnsi="Arial" w:cs="Arial"/>
        </w:rPr>
      </w:pPr>
    </w:p>
    <w:p w:rsidR="00F10F8D" w:rsidRDefault="00F10F8D" w:rsidP="00EA2238">
      <w:pPr>
        <w:rPr>
          <w:rFonts w:ascii="Arial" w:hAnsi="Arial" w:cs="Arial"/>
        </w:rPr>
      </w:pPr>
    </w:p>
    <w:p w:rsidR="00F10F8D" w:rsidRDefault="00F10F8D"/>
    <w:sectPr w:rsidR="00F10F8D" w:rsidSect="00403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6BD2"/>
    <w:multiLevelType w:val="hybridMultilevel"/>
    <w:tmpl w:val="46FC89C4"/>
    <w:lvl w:ilvl="0" w:tplc="7D70CBD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A6468"/>
    <w:multiLevelType w:val="hybridMultilevel"/>
    <w:tmpl w:val="53BA999A"/>
    <w:lvl w:ilvl="0" w:tplc="7D70CBD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714CB5"/>
    <w:multiLevelType w:val="hybridMultilevel"/>
    <w:tmpl w:val="21ECE780"/>
    <w:lvl w:ilvl="0" w:tplc="7D70CBD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B8C"/>
    <w:rsid w:val="0004725F"/>
    <w:rsid w:val="000633CC"/>
    <w:rsid w:val="000765D0"/>
    <w:rsid w:val="00077D55"/>
    <w:rsid w:val="000C469D"/>
    <w:rsid w:val="00156029"/>
    <w:rsid w:val="00190263"/>
    <w:rsid w:val="001921A0"/>
    <w:rsid w:val="001A6E6A"/>
    <w:rsid w:val="001D37B1"/>
    <w:rsid w:val="00360FC2"/>
    <w:rsid w:val="003B1148"/>
    <w:rsid w:val="00403119"/>
    <w:rsid w:val="00477414"/>
    <w:rsid w:val="004F6D26"/>
    <w:rsid w:val="005309A2"/>
    <w:rsid w:val="005F6B5E"/>
    <w:rsid w:val="006101D6"/>
    <w:rsid w:val="006F43C2"/>
    <w:rsid w:val="00722F67"/>
    <w:rsid w:val="00723B8C"/>
    <w:rsid w:val="00852CFB"/>
    <w:rsid w:val="00893DB8"/>
    <w:rsid w:val="008B5C09"/>
    <w:rsid w:val="009B45AE"/>
    <w:rsid w:val="00A2109A"/>
    <w:rsid w:val="00A54557"/>
    <w:rsid w:val="00A82F45"/>
    <w:rsid w:val="00AB5611"/>
    <w:rsid w:val="00B75C69"/>
    <w:rsid w:val="00BE343C"/>
    <w:rsid w:val="00C01CD0"/>
    <w:rsid w:val="00C815BE"/>
    <w:rsid w:val="00C91651"/>
    <w:rsid w:val="00CA3B57"/>
    <w:rsid w:val="00CB3BD3"/>
    <w:rsid w:val="00CD5562"/>
    <w:rsid w:val="00D564B4"/>
    <w:rsid w:val="00D86C41"/>
    <w:rsid w:val="00DD1587"/>
    <w:rsid w:val="00E065B1"/>
    <w:rsid w:val="00E24A18"/>
    <w:rsid w:val="00E701C0"/>
    <w:rsid w:val="00EA2238"/>
    <w:rsid w:val="00EC7D5C"/>
    <w:rsid w:val="00F10F8D"/>
    <w:rsid w:val="00F221C0"/>
    <w:rsid w:val="00FC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B8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23B8C"/>
    <w:pPr>
      <w:keepNext/>
      <w:outlineLvl w:val="2"/>
    </w:pPr>
    <w:rPr>
      <w:rFonts w:ascii="Verdana" w:hAnsi="Verdana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23B8C"/>
    <w:rPr>
      <w:rFonts w:ascii="Verdana" w:hAnsi="Verdana" w:cs="Times New Roman"/>
      <w:b/>
      <w:sz w:val="24"/>
      <w:szCs w:val="24"/>
      <w:lang w:eastAsia="it-IT"/>
    </w:rPr>
  </w:style>
  <w:style w:type="table" w:styleId="TableGrid">
    <w:name w:val="Table Grid"/>
    <w:basedOn w:val="TableNormal"/>
    <w:uiPriority w:val="99"/>
    <w:rsid w:val="00723B8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23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B8C"/>
    <w:rPr>
      <w:rFonts w:ascii="Tahoma" w:hAnsi="Tahoma" w:cs="Tahoma"/>
      <w:sz w:val="16"/>
      <w:szCs w:val="16"/>
      <w:lang w:eastAsia="it-IT"/>
    </w:rPr>
  </w:style>
  <w:style w:type="paragraph" w:styleId="ListParagraph">
    <w:name w:val="List Paragraph"/>
    <w:basedOn w:val="Normal"/>
    <w:uiPriority w:val="99"/>
    <w:qFormat/>
    <w:rsid w:val="004F6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1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ic831003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lic831003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2belluno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392</Words>
  <Characters>2240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</dc:creator>
  <cp:keywords/>
  <dc:description/>
  <cp:lastModifiedBy>odalfarra</cp:lastModifiedBy>
  <cp:revision>4</cp:revision>
  <dcterms:created xsi:type="dcterms:W3CDTF">2016-05-06T14:01:00Z</dcterms:created>
  <dcterms:modified xsi:type="dcterms:W3CDTF">2016-05-12T10:17:00Z</dcterms:modified>
</cp:coreProperties>
</file>